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DD01E8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416C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226E1">
        <w:rPr>
          <w:rFonts w:asciiTheme="majorHAnsi" w:eastAsia="Times New Roman" w:hAnsiTheme="majorHAnsi" w:cs="Times New Roman"/>
          <w:lang w:eastAsia="cs-CZ"/>
        </w:rPr>
        <w:t xml:space="preserve">Smlouvy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E31B0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83AFDE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B3CF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AD68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5411F" w14:textId="77777777" w:rsidR="007F62CF" w:rsidRDefault="007F62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16F9A"/>
    <w:rsid w:val="000217AC"/>
    <w:rsid w:val="000262B4"/>
    <w:rsid w:val="00072C1E"/>
    <w:rsid w:val="00082D79"/>
    <w:rsid w:val="000E23A7"/>
    <w:rsid w:val="000E5BFB"/>
    <w:rsid w:val="0010693F"/>
    <w:rsid w:val="00114472"/>
    <w:rsid w:val="001226E1"/>
    <w:rsid w:val="001550BC"/>
    <w:rsid w:val="001605B9"/>
    <w:rsid w:val="00170EC5"/>
    <w:rsid w:val="001747C1"/>
    <w:rsid w:val="0018416C"/>
    <w:rsid w:val="00184743"/>
    <w:rsid w:val="001A1DAD"/>
    <w:rsid w:val="001C22B6"/>
    <w:rsid w:val="001D1311"/>
    <w:rsid w:val="00207DF5"/>
    <w:rsid w:val="00216C0D"/>
    <w:rsid w:val="002356C0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7F62CF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134B"/>
    <w:rsid w:val="00DE56F2"/>
    <w:rsid w:val="00DF116D"/>
    <w:rsid w:val="00E36C4A"/>
    <w:rsid w:val="00E57C95"/>
    <w:rsid w:val="00EB104F"/>
    <w:rsid w:val="00EC720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223340-12DC-422B-A059-A3C04FAA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4bd7335-73fa-4289-ac41-e1198b3533d9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2025-11-06T08:42:00Z</cp:lastPrinted>
  <dcterms:created xsi:type="dcterms:W3CDTF">2025-11-06T08:42:00Z</dcterms:created>
  <dcterms:modified xsi:type="dcterms:W3CDTF">2025-11-06T08:42:00Z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